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65130A">
      <w:pPr>
        <w:ind w:firstLine="709"/>
        <w:jc w:val="both"/>
        <w:rPr>
          <w:rFonts w:ascii="PT Astra Serif" w:hAnsi="PT Astra Serif"/>
          <w:sz w:val="28"/>
        </w:rPr>
      </w:pPr>
      <w:r w:rsidRPr="00752E26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752E26">
        <w:rPr>
          <w:rFonts w:ascii="PT Astra Serif" w:hAnsi="PT Astra Serif"/>
          <w:sz w:val="28"/>
        </w:rPr>
        <w:t>направляется для рассмотрения на заседании</w:t>
      </w:r>
      <w:r w:rsidRPr="00752E26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752E26">
        <w:rPr>
          <w:rFonts w:ascii="PT Astra Serif" w:hAnsi="PT Astra Serif"/>
          <w:sz w:val="28"/>
        </w:rPr>
        <w:t xml:space="preserve">Ульяновской </w:t>
      </w:r>
      <w:r w:rsidRPr="00752E26">
        <w:rPr>
          <w:rFonts w:ascii="PT Astra Serif" w:hAnsi="PT Astra Serif"/>
          <w:sz w:val="28"/>
        </w:rPr>
        <w:t xml:space="preserve">области проект закона Ульяновской области </w:t>
      </w:r>
      <w:r w:rsidR="0065130A" w:rsidRPr="0065130A">
        <w:rPr>
          <w:rFonts w:ascii="PT Astra Serif" w:hAnsi="PT Astra Serif"/>
          <w:sz w:val="28"/>
        </w:rPr>
        <w:t>«О внесении изменений в Закон Ульяновской области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«Об областном бюджете Ульяновской области на 202</w:t>
      </w:r>
      <w:r w:rsidR="003D6988">
        <w:rPr>
          <w:rFonts w:ascii="PT Astra Serif" w:hAnsi="PT Astra Serif"/>
          <w:sz w:val="28"/>
        </w:rPr>
        <w:t>1</w:t>
      </w:r>
      <w:r w:rsidR="0065130A" w:rsidRPr="0065130A">
        <w:rPr>
          <w:rFonts w:ascii="PT Astra Serif" w:hAnsi="PT Astra Serif"/>
          <w:sz w:val="28"/>
        </w:rPr>
        <w:t xml:space="preserve"> год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и на плановый период 202</w:t>
      </w:r>
      <w:r w:rsidR="003D6988">
        <w:rPr>
          <w:rFonts w:ascii="PT Astra Serif" w:hAnsi="PT Astra Serif"/>
          <w:sz w:val="28"/>
        </w:rPr>
        <w:t>2</w:t>
      </w:r>
      <w:r w:rsidR="0065130A" w:rsidRPr="0065130A">
        <w:rPr>
          <w:rFonts w:ascii="PT Astra Serif" w:hAnsi="PT Astra Serif"/>
          <w:sz w:val="28"/>
        </w:rPr>
        <w:t xml:space="preserve"> и 202</w:t>
      </w:r>
      <w:r w:rsidR="003D6988">
        <w:rPr>
          <w:rFonts w:ascii="PT Astra Serif" w:hAnsi="PT Astra Serif"/>
          <w:sz w:val="28"/>
        </w:rPr>
        <w:t>3</w:t>
      </w:r>
      <w:r w:rsidR="0065130A" w:rsidRPr="0065130A">
        <w:rPr>
          <w:rFonts w:ascii="PT Astra Serif" w:hAnsi="PT Astra Serif"/>
          <w:sz w:val="28"/>
        </w:rPr>
        <w:t xml:space="preserve"> годов»</w:t>
      </w:r>
      <w:r w:rsidRPr="00752E26">
        <w:rPr>
          <w:rFonts w:ascii="PT Astra Serif" w:hAnsi="PT Astra Serif"/>
          <w:sz w:val="28"/>
        </w:rPr>
        <w:t>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752E26" w:rsidRDefault="00DC2128" w:rsidP="00B43033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B43033" w:rsidRPr="00752E26">
              <w:rPr>
                <w:rFonts w:ascii="PT Astra Serif" w:hAnsi="PT Astra Serif"/>
                <w:sz w:val="28"/>
              </w:rPr>
              <w:t xml:space="preserve">   </w:t>
            </w:r>
            <w:r w:rsidR="0025712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</w:t>
            </w:r>
            <w:r w:rsidR="00657039">
              <w:rPr>
                <w:rFonts w:ascii="PT Astra Serif" w:hAnsi="PT Astra Serif"/>
                <w:sz w:val="28"/>
              </w:rPr>
              <w:t xml:space="preserve"> 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752E26" w:rsidRDefault="00DC2128" w:rsidP="00565EA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B62335" w:rsidRPr="00752E26">
              <w:rPr>
                <w:rFonts w:ascii="PT Astra Serif" w:hAnsi="PT Astra Serif"/>
                <w:sz w:val="28"/>
              </w:rPr>
              <w:t xml:space="preserve"> </w:t>
            </w:r>
            <w:r w:rsidR="008903D0">
              <w:rPr>
                <w:rFonts w:ascii="PT Astra Serif" w:hAnsi="PT Astra Serif"/>
                <w:sz w:val="28"/>
              </w:rPr>
              <w:t xml:space="preserve"> </w:t>
            </w:r>
            <w:r w:rsidR="00565EA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752E26">
              <w:rPr>
                <w:rFonts w:ascii="PT Astra Serif" w:hAnsi="PT Astra Serif"/>
                <w:sz w:val="28"/>
              </w:rPr>
              <w:t xml:space="preserve"> </w:t>
            </w:r>
            <w:r w:rsidR="004129FB" w:rsidRPr="00752E26">
              <w:rPr>
                <w:rFonts w:ascii="PT Astra Serif" w:hAnsi="PT Astra Serif"/>
                <w:sz w:val="28"/>
              </w:rPr>
              <w:br/>
            </w:r>
            <w:r w:rsidRPr="00752E26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752E26" w:rsidRDefault="00DC2128" w:rsidP="001519BF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65130A">
              <w:rPr>
                <w:rFonts w:ascii="PT Astra Serif" w:hAnsi="PT Astra Serif"/>
                <w:sz w:val="28"/>
              </w:rPr>
              <w:t xml:space="preserve">   </w:t>
            </w:r>
            <w:r w:rsidR="00D4383B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752E26" w:rsidRDefault="009160BC" w:rsidP="003D6988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Копия распоряжения Губернатора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DC2128" w:rsidRPr="00752E26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>«О внесении изменений в Закон Ульяновской области</w:t>
            </w:r>
            <w:r w:rsidR="0065130A">
              <w:rPr>
                <w:rFonts w:ascii="PT Astra Serif" w:hAnsi="PT Astra Serif"/>
                <w:sz w:val="28"/>
              </w:rPr>
              <w:t xml:space="preserve"> </w:t>
            </w:r>
            <w:r w:rsidR="0065130A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>«Об областном бюджете Ульяновской области на 202</w:t>
            </w:r>
            <w:r w:rsidR="003D6988">
              <w:rPr>
                <w:rFonts w:ascii="PT Astra Serif" w:hAnsi="PT Astra Serif"/>
                <w:sz w:val="28"/>
              </w:rPr>
              <w:t>1</w:t>
            </w:r>
            <w:r w:rsidR="0065130A" w:rsidRPr="0065130A">
              <w:rPr>
                <w:rFonts w:ascii="PT Astra Serif" w:hAnsi="PT Astra Serif"/>
                <w:sz w:val="28"/>
              </w:rPr>
              <w:t xml:space="preserve"> год</w:t>
            </w:r>
            <w:r w:rsidR="0065130A">
              <w:rPr>
                <w:rFonts w:ascii="PT Astra Serif" w:hAnsi="PT Astra Serif"/>
                <w:sz w:val="28"/>
              </w:rPr>
              <w:t xml:space="preserve"> </w:t>
            </w:r>
            <w:r w:rsidR="0065130A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>и на плановый период 202</w:t>
            </w:r>
            <w:r w:rsidR="003D6988">
              <w:rPr>
                <w:rFonts w:ascii="PT Astra Serif" w:hAnsi="PT Astra Serif"/>
                <w:sz w:val="28"/>
              </w:rPr>
              <w:t>2</w:t>
            </w:r>
            <w:r w:rsidR="0065130A" w:rsidRPr="0065130A">
              <w:rPr>
                <w:rFonts w:ascii="PT Astra Serif" w:hAnsi="PT Astra Serif"/>
                <w:sz w:val="28"/>
              </w:rPr>
              <w:t xml:space="preserve"> и 202</w:t>
            </w:r>
            <w:r w:rsidR="003D6988">
              <w:rPr>
                <w:rFonts w:ascii="PT Astra Serif" w:hAnsi="PT Astra Serif"/>
                <w:sz w:val="28"/>
              </w:rPr>
              <w:t>3</w:t>
            </w:r>
            <w:r w:rsidR="0065130A" w:rsidRPr="0065130A">
              <w:rPr>
                <w:rFonts w:ascii="PT Astra Serif" w:hAnsi="PT Astra Serif"/>
                <w:sz w:val="28"/>
              </w:rPr>
              <w:t xml:space="preserve"> годов» 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752E26">
                <w:rPr>
                  <w:rFonts w:ascii="PT Astra Serif" w:hAnsi="PT Astra Serif"/>
                  <w:sz w:val="28"/>
                </w:rPr>
                <w:t>1 л</w:t>
              </w:r>
            </w:smartTag>
            <w:r w:rsidR="00DC2128" w:rsidRPr="00752E26">
              <w:rPr>
                <w:rFonts w:ascii="PT Astra Serif" w:hAnsi="PT Astra Serif"/>
                <w:sz w:val="28"/>
              </w:rPr>
              <w:t>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  <w:bookmarkStart w:id="0" w:name="_GoBack"/>
      <w:bookmarkEnd w:id="0"/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AC2025" w:rsidP="00461B8C">
      <w:pPr>
        <w:jc w:val="right"/>
        <w:rPr>
          <w:rFonts w:ascii="PT Astra Serif" w:hAnsi="PT Astra Serif"/>
          <w:sz w:val="28"/>
          <w:szCs w:val="28"/>
        </w:rPr>
        <w:sectPr w:rsidR="00461B8C" w:rsidRPr="00752E26" w:rsidSect="008903D0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rFonts w:ascii="PT Astra Serif" w:hAnsi="PT Astra Serif"/>
          <w:sz w:val="28"/>
          <w:szCs w:val="28"/>
        </w:rPr>
        <w:t>С.И.Морозов</w:t>
      </w:r>
    </w:p>
    <w:p w:rsidR="00737DAD" w:rsidRPr="00752E26" w:rsidRDefault="00737DAD" w:rsidP="00D454B3">
      <w:pPr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752E26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9919EF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Брюханова Наталья Геннадьевна</w:t>
      </w:r>
    </w:p>
    <w:p w:rsidR="00472849" w:rsidRPr="00752E26" w:rsidRDefault="00A5545E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44-26-59</w:t>
      </w:r>
    </w:p>
    <w:sectPr w:rsidR="00472849" w:rsidRPr="00752E26" w:rsidSect="008903D0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0C5" w:rsidRDefault="008600C5" w:rsidP="008903D0">
      <w:r>
        <w:separator/>
      </w:r>
    </w:p>
  </w:endnote>
  <w:endnote w:type="continuationSeparator" w:id="0">
    <w:p w:rsidR="008600C5" w:rsidRDefault="008600C5" w:rsidP="00890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0C5" w:rsidRDefault="008600C5" w:rsidP="008903D0">
      <w:r>
        <w:separator/>
      </w:r>
    </w:p>
  </w:footnote>
  <w:footnote w:type="continuationSeparator" w:id="0">
    <w:p w:rsidR="008600C5" w:rsidRDefault="008600C5" w:rsidP="008903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16F9F"/>
    <w:rsid w:val="00121321"/>
    <w:rsid w:val="0015183E"/>
    <w:rsid w:val="001519BF"/>
    <w:rsid w:val="00151C0D"/>
    <w:rsid w:val="001667D6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35CC5"/>
    <w:rsid w:val="003726B3"/>
    <w:rsid w:val="00384F7A"/>
    <w:rsid w:val="00393F6B"/>
    <w:rsid w:val="003975C5"/>
    <w:rsid w:val="003D6988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130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0C5"/>
    <w:rsid w:val="00860C4A"/>
    <w:rsid w:val="0086262B"/>
    <w:rsid w:val="00871782"/>
    <w:rsid w:val="00875F3D"/>
    <w:rsid w:val="008772B6"/>
    <w:rsid w:val="0088392E"/>
    <w:rsid w:val="0088471F"/>
    <w:rsid w:val="008903D0"/>
    <w:rsid w:val="008A69BB"/>
    <w:rsid w:val="008B08DE"/>
    <w:rsid w:val="008D1003"/>
    <w:rsid w:val="008F7C1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19EF"/>
    <w:rsid w:val="00992F4B"/>
    <w:rsid w:val="009B2C39"/>
    <w:rsid w:val="009B5709"/>
    <w:rsid w:val="009D37F9"/>
    <w:rsid w:val="009E5487"/>
    <w:rsid w:val="00A1332A"/>
    <w:rsid w:val="00A20B42"/>
    <w:rsid w:val="00A23364"/>
    <w:rsid w:val="00A443F1"/>
    <w:rsid w:val="00A453B0"/>
    <w:rsid w:val="00A51C0B"/>
    <w:rsid w:val="00A5545E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C2025"/>
    <w:rsid w:val="00AE34FD"/>
    <w:rsid w:val="00B1096D"/>
    <w:rsid w:val="00B22227"/>
    <w:rsid w:val="00B32CE4"/>
    <w:rsid w:val="00B3408E"/>
    <w:rsid w:val="00B43033"/>
    <w:rsid w:val="00B61D61"/>
    <w:rsid w:val="00B62335"/>
    <w:rsid w:val="00B653AC"/>
    <w:rsid w:val="00B675A7"/>
    <w:rsid w:val="00B76AC1"/>
    <w:rsid w:val="00B8793A"/>
    <w:rsid w:val="00B94FBD"/>
    <w:rsid w:val="00BC7AD2"/>
    <w:rsid w:val="00BD1F5B"/>
    <w:rsid w:val="00BF389C"/>
    <w:rsid w:val="00BF6BFC"/>
    <w:rsid w:val="00C1060B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54B3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06993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8792F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A20"/>
  </w:style>
  <w:style w:type="paragraph" w:styleId="1">
    <w:name w:val="heading 1"/>
    <w:basedOn w:val="a"/>
    <w:next w:val="a"/>
    <w:qFormat/>
    <w:rsid w:val="002D4A20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4A2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D4A20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13</TotalTime>
  <Pages>2</Pages>
  <Words>125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budget-3</cp:lastModifiedBy>
  <cp:revision>16</cp:revision>
  <cp:lastPrinted>2020-11-13T13:09:00Z</cp:lastPrinted>
  <dcterms:created xsi:type="dcterms:W3CDTF">2019-10-07T08:22:00Z</dcterms:created>
  <dcterms:modified xsi:type="dcterms:W3CDTF">2020-12-08T13:39:00Z</dcterms:modified>
</cp:coreProperties>
</file>